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888" w:rsidRDefault="00731888" w:rsidP="00731888">
      <w:pPr>
        <w:spacing w:after="1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Egna,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TIME \@ "dd.MM.yyyy" </w:instrText>
      </w:r>
      <w:r>
        <w:rPr>
          <w:rFonts w:ascii="Arial" w:hAnsi="Arial" w:cs="Arial"/>
        </w:rPr>
        <w:fldChar w:fldCharType="separate"/>
      </w:r>
      <w:r w:rsidR="005A7365">
        <w:rPr>
          <w:rFonts w:ascii="Arial" w:hAnsi="Arial" w:cs="Arial"/>
          <w:noProof/>
        </w:rPr>
        <w:t>17.07.2019</w:t>
      </w:r>
      <w:r>
        <w:rPr>
          <w:rFonts w:ascii="Arial" w:hAnsi="Arial" w:cs="Arial"/>
        </w:rPr>
        <w:fldChar w:fldCharType="end"/>
      </w:r>
    </w:p>
    <w:p w:rsidR="00731888" w:rsidRPr="00731888" w:rsidRDefault="00731888" w:rsidP="00731888">
      <w:pPr>
        <w:jc w:val="right"/>
        <w:rPr>
          <w:rFonts w:ascii="Arial" w:hAnsi="Arial" w:cs="Arial"/>
        </w:rPr>
      </w:pPr>
    </w:p>
    <w:p w:rsidR="00731888" w:rsidRPr="00731888" w:rsidRDefault="00731888" w:rsidP="00731888">
      <w:pPr>
        <w:jc w:val="right"/>
        <w:rPr>
          <w:rFonts w:ascii="Arial" w:hAnsi="Arial" w:cs="Arial"/>
        </w:rPr>
      </w:pPr>
    </w:p>
    <w:p w:rsidR="00731888" w:rsidRPr="00032E60" w:rsidRDefault="00731888" w:rsidP="00731888">
      <w:pPr>
        <w:jc w:val="both"/>
        <w:rPr>
          <w:rFonts w:ascii="Arial" w:hAnsi="Arial" w:cs="Arial"/>
          <w:b/>
          <w:color w:val="4472C4"/>
          <w:sz w:val="22"/>
        </w:rPr>
      </w:pPr>
      <w:r w:rsidRPr="00032E60">
        <w:rPr>
          <w:rFonts w:ascii="Arial" w:hAnsi="Arial" w:cs="Arial"/>
          <w:b/>
          <w:color w:val="4472C4"/>
          <w:sz w:val="22"/>
        </w:rPr>
        <w:t xml:space="preserve">Oggetto: </w:t>
      </w:r>
      <w:r w:rsidRPr="00032E60">
        <w:rPr>
          <w:rFonts w:ascii="Arial" w:hAnsi="Arial" w:cs="Arial"/>
          <w:b/>
          <w:bCs/>
          <w:color w:val="4472C4"/>
          <w:sz w:val="22"/>
        </w:rPr>
        <w:t>protezione dei dati personali ex Regolamento UE 201</w:t>
      </w:r>
      <w:r w:rsidR="004A7888">
        <w:rPr>
          <w:rFonts w:ascii="Arial" w:hAnsi="Arial" w:cs="Arial"/>
          <w:b/>
          <w:bCs/>
          <w:color w:val="4472C4"/>
          <w:sz w:val="22"/>
        </w:rPr>
        <w:t>6/679 – Designazione Responsabile</w:t>
      </w:r>
    </w:p>
    <w:p w:rsidR="00731888" w:rsidRPr="00731888" w:rsidRDefault="00731888" w:rsidP="00731888">
      <w:pPr>
        <w:jc w:val="both"/>
        <w:rPr>
          <w:rFonts w:ascii="Arial" w:hAnsi="Arial" w:cs="Arial"/>
        </w:rPr>
      </w:pPr>
    </w:p>
    <w:p w:rsidR="00731888" w:rsidRPr="00731888" w:rsidRDefault="004A7888" w:rsidP="00731888">
      <w:pPr>
        <w:spacing w:line="264" w:lineRule="auto"/>
        <w:jc w:val="center"/>
        <w:rPr>
          <w:rFonts w:ascii="Arial" w:eastAsia="MS Mincho" w:hAnsi="Arial" w:cs="Arial"/>
          <w:b/>
          <w:sz w:val="22"/>
        </w:rPr>
      </w:pPr>
      <w:r>
        <w:rPr>
          <w:rFonts w:ascii="Arial" w:eastAsia="MS Mincho" w:hAnsi="Arial" w:cs="Arial"/>
          <w:b/>
          <w:sz w:val="22"/>
        </w:rPr>
        <w:t>Nomina a</w:t>
      </w:r>
      <w:r w:rsidR="00731888" w:rsidRPr="00731888">
        <w:rPr>
          <w:rFonts w:ascii="Arial" w:eastAsia="MS Mincho" w:hAnsi="Arial" w:cs="Arial"/>
          <w:b/>
          <w:sz w:val="22"/>
        </w:rPr>
        <w:t xml:space="preserve"> Responsabile esterno del Trattamento Dati</w:t>
      </w:r>
    </w:p>
    <w:p w:rsidR="00731888" w:rsidRPr="00731888" w:rsidRDefault="00731888" w:rsidP="00731888">
      <w:pPr>
        <w:spacing w:before="120" w:after="120" w:line="360" w:lineRule="auto"/>
        <w:jc w:val="both"/>
        <w:rPr>
          <w:rFonts w:ascii="Arial" w:eastAsia="MS Mincho" w:hAnsi="Arial" w:cs="Arial"/>
          <w:color w:val="000000"/>
        </w:rPr>
      </w:pPr>
      <w:r>
        <w:rPr>
          <w:rFonts w:ascii="Arial" w:eastAsia="MS Mincho" w:hAnsi="Arial" w:cs="Arial"/>
          <w:color w:val="000000"/>
        </w:rPr>
        <w:t>La sottoscritta Raffaella Lago</w:t>
      </w:r>
      <w:r w:rsidRPr="00731888">
        <w:rPr>
          <w:rFonts w:ascii="Arial" w:eastAsia="MS Mincho" w:hAnsi="Arial" w:cs="Arial"/>
          <w:color w:val="000000"/>
        </w:rPr>
        <w:t xml:space="preserve"> in qualità di rappresentante legale dell’Istituto </w:t>
      </w:r>
      <w:r>
        <w:rPr>
          <w:rFonts w:ascii="Arial" w:eastAsia="MS Mincho" w:hAnsi="Arial" w:cs="Arial"/>
          <w:color w:val="000000"/>
        </w:rPr>
        <w:t>Comprensivo Bassa Atesina</w:t>
      </w:r>
      <w:r w:rsidRPr="00731888">
        <w:rPr>
          <w:rFonts w:ascii="Arial" w:eastAsia="MS Mincho" w:hAnsi="Arial" w:cs="Arial"/>
          <w:color w:val="000000"/>
        </w:rPr>
        <w:t>, Titolare del trattamento dei dati ai sensi del</w:t>
      </w:r>
      <w:r w:rsidR="0082735A">
        <w:rPr>
          <w:rFonts w:ascii="Arial" w:eastAsia="MS Mincho" w:hAnsi="Arial" w:cs="Arial"/>
          <w:color w:val="000000"/>
        </w:rPr>
        <w:t>l’art. 28</w:t>
      </w:r>
      <w:r w:rsidRPr="00731888">
        <w:rPr>
          <w:rFonts w:ascii="Arial" w:eastAsia="MS Mincho" w:hAnsi="Arial" w:cs="Arial"/>
          <w:color w:val="000000"/>
        </w:rPr>
        <w:t xml:space="preserve"> del Regolamento UE 2016/679</w:t>
      </w:r>
      <w:r w:rsidR="0082735A">
        <w:rPr>
          <w:rFonts w:ascii="Arial" w:eastAsia="MS Mincho" w:hAnsi="Arial" w:cs="Arial"/>
          <w:color w:val="000000"/>
        </w:rPr>
        <w:t>,</w:t>
      </w:r>
    </w:p>
    <w:p w:rsidR="00731888" w:rsidRPr="00731888" w:rsidRDefault="00731888" w:rsidP="00731888">
      <w:pPr>
        <w:numPr>
          <w:ilvl w:val="0"/>
          <w:numId w:val="2"/>
        </w:numPr>
        <w:spacing w:before="80" w:after="80" w:line="276" w:lineRule="auto"/>
        <w:jc w:val="both"/>
        <w:rPr>
          <w:rFonts w:ascii="Arial" w:eastAsia="MS Mincho" w:hAnsi="Arial" w:cs="Arial"/>
          <w:color w:val="000000"/>
        </w:rPr>
      </w:pPr>
      <w:r w:rsidRPr="00731888">
        <w:rPr>
          <w:rFonts w:ascii="Arial" w:eastAsia="MS Mincho" w:hAnsi="Arial" w:cs="Arial"/>
          <w:color w:val="000000"/>
        </w:rPr>
        <w:t>verificate le procedure di scelta del contraente;</w:t>
      </w:r>
    </w:p>
    <w:p w:rsidR="00731888" w:rsidRPr="00731888" w:rsidRDefault="00731888" w:rsidP="00731888">
      <w:pPr>
        <w:numPr>
          <w:ilvl w:val="0"/>
          <w:numId w:val="2"/>
        </w:numPr>
        <w:spacing w:before="80" w:after="80" w:line="276" w:lineRule="auto"/>
        <w:jc w:val="both"/>
        <w:rPr>
          <w:rFonts w:ascii="Arial" w:eastAsia="MS Mincho" w:hAnsi="Arial" w:cs="Arial"/>
          <w:color w:val="000000"/>
        </w:rPr>
      </w:pPr>
      <w:r w:rsidRPr="00731888">
        <w:rPr>
          <w:rFonts w:ascii="Arial" w:eastAsia="MS Mincho" w:hAnsi="Arial" w:cs="Arial"/>
          <w:color w:val="000000"/>
        </w:rPr>
        <w:t>verificate le competenze della persona giuridica a cui è assegnato il presente incarico;</w:t>
      </w:r>
    </w:p>
    <w:p w:rsidR="00731888" w:rsidRPr="00731888" w:rsidRDefault="00731888" w:rsidP="00731888">
      <w:pPr>
        <w:numPr>
          <w:ilvl w:val="0"/>
          <w:numId w:val="2"/>
        </w:numPr>
        <w:spacing w:before="80" w:after="80" w:line="276" w:lineRule="auto"/>
        <w:jc w:val="both"/>
        <w:rPr>
          <w:rFonts w:ascii="Arial" w:eastAsia="MS Mincho" w:hAnsi="Arial" w:cs="Arial"/>
          <w:color w:val="000000"/>
        </w:rPr>
      </w:pPr>
      <w:r w:rsidRPr="00731888">
        <w:rPr>
          <w:rFonts w:ascii="Arial" w:eastAsia="MS Mincho" w:hAnsi="Arial" w:cs="Arial"/>
          <w:color w:val="000000"/>
        </w:rPr>
        <w:t xml:space="preserve">considerato che </w:t>
      </w:r>
      <w:r w:rsidR="00DE5A34">
        <w:rPr>
          <w:rFonts w:ascii="Arial" w:eastAsia="MS Mincho" w:hAnsi="Arial" w:cs="Arial"/>
          <w:color w:val="000000"/>
        </w:rPr>
        <w:t>i trattamenti di dati personali in oggetto includono operazioni che possono comportare criticità rispetto alla protezione dei dati;</w:t>
      </w:r>
    </w:p>
    <w:p w:rsidR="00731888" w:rsidRPr="00731888" w:rsidRDefault="00731888" w:rsidP="00731888">
      <w:pPr>
        <w:numPr>
          <w:ilvl w:val="0"/>
          <w:numId w:val="2"/>
        </w:numPr>
        <w:spacing w:before="80" w:after="80" w:line="276" w:lineRule="auto"/>
        <w:jc w:val="both"/>
        <w:rPr>
          <w:rFonts w:ascii="Arial" w:eastAsia="MS Mincho" w:hAnsi="Arial" w:cs="Arial"/>
          <w:color w:val="000000"/>
        </w:rPr>
      </w:pPr>
      <w:r w:rsidRPr="00731888">
        <w:rPr>
          <w:rFonts w:ascii="Arial" w:eastAsia="MS Mincho" w:hAnsi="Arial" w:cs="Arial"/>
          <w:color w:val="000000"/>
        </w:rPr>
        <w:t xml:space="preserve">preso atto della tipologia dei trattamenti previsti nel contratto con il </w:t>
      </w:r>
      <w:r>
        <w:rPr>
          <w:rFonts w:ascii="Arial" w:eastAsia="MS Mincho" w:hAnsi="Arial" w:cs="Arial"/>
          <w:color w:val="000000"/>
        </w:rPr>
        <w:t>collaboratore</w:t>
      </w:r>
      <w:r w:rsidRPr="0055300D">
        <w:rPr>
          <w:rFonts w:ascii="Arial" w:eastAsia="MS Mincho" w:hAnsi="Arial" w:cs="Arial"/>
          <w:color w:val="000000"/>
        </w:rPr>
        <w:t>,</w:t>
      </w:r>
      <w:r w:rsidRPr="00731888">
        <w:rPr>
          <w:rFonts w:ascii="Arial" w:eastAsia="MS Mincho" w:hAnsi="Arial" w:cs="Arial"/>
          <w:color w:val="000000"/>
        </w:rPr>
        <w:t xml:space="preserve"> che può riguardare da</w:t>
      </w:r>
      <w:r w:rsidR="00DE5A34">
        <w:rPr>
          <w:rFonts w:ascii="Arial" w:eastAsia="MS Mincho" w:hAnsi="Arial" w:cs="Arial"/>
          <w:color w:val="000000"/>
        </w:rPr>
        <w:t>ti personali comuni e sensibili;</w:t>
      </w:r>
    </w:p>
    <w:p w:rsidR="00731888" w:rsidRPr="00731888" w:rsidRDefault="00DE5A34" w:rsidP="00731888">
      <w:pPr>
        <w:spacing w:before="120" w:after="120" w:line="360" w:lineRule="auto"/>
        <w:jc w:val="center"/>
        <w:rPr>
          <w:rFonts w:ascii="Arial" w:eastAsia="MS Mincho" w:hAnsi="Arial" w:cs="Arial"/>
          <w:b/>
          <w:bCs/>
          <w:color w:val="000000"/>
        </w:rPr>
      </w:pPr>
      <w:r>
        <w:rPr>
          <w:rFonts w:ascii="Arial" w:eastAsia="MS Mincho" w:hAnsi="Arial" w:cs="Arial"/>
          <w:b/>
          <w:bCs/>
          <w:color w:val="000000"/>
        </w:rPr>
        <w:t>designa</w:t>
      </w:r>
    </w:p>
    <w:p w:rsidR="00731888" w:rsidRPr="00731888" w:rsidRDefault="00D85A8B" w:rsidP="00731888">
      <w:pPr>
        <w:spacing w:before="120" w:after="120" w:line="360" w:lineRule="auto"/>
        <w:jc w:val="both"/>
        <w:rPr>
          <w:rFonts w:ascii="Arial" w:eastAsia="MS Mincho" w:hAnsi="Arial" w:cs="Arial"/>
          <w:color w:val="000000"/>
        </w:rPr>
      </w:pPr>
      <w:r>
        <w:rPr>
          <w:rFonts w:ascii="Arial" w:eastAsia="MS Mincho" w:hAnsi="Arial" w:cs="Arial"/>
          <w:color w:val="000000"/>
        </w:rPr>
        <w:t xml:space="preserve">il collaboratore incaricato nell’ambito del progetto </w:t>
      </w:r>
      <w:r w:rsidR="005A7365" w:rsidRPr="005A7365">
        <w:rPr>
          <w:rFonts w:ascii="Arial" w:eastAsia="MS Mincho" w:hAnsi="Arial" w:cs="Arial"/>
          <w:color w:val="FF0000"/>
          <w:highlight w:val="yellow"/>
        </w:rPr>
        <w:t>(indicare il progetto)</w:t>
      </w:r>
    </w:p>
    <w:p w:rsidR="00731888" w:rsidRPr="00731888" w:rsidRDefault="00731888" w:rsidP="00731888">
      <w:pPr>
        <w:spacing w:before="120" w:after="120" w:line="360" w:lineRule="auto"/>
        <w:jc w:val="center"/>
        <w:rPr>
          <w:rFonts w:ascii="Arial" w:eastAsia="MS Mincho" w:hAnsi="Arial" w:cs="Arial"/>
          <w:b/>
          <w:color w:val="000000"/>
        </w:rPr>
      </w:pPr>
      <w:r w:rsidRPr="00731888">
        <w:rPr>
          <w:rFonts w:ascii="Arial" w:eastAsia="MS Mincho" w:hAnsi="Arial" w:cs="Arial"/>
          <w:b/>
          <w:color w:val="000000"/>
        </w:rPr>
        <w:t xml:space="preserve">Responsabile </w:t>
      </w:r>
      <w:r w:rsidR="00DE5A34">
        <w:rPr>
          <w:rFonts w:ascii="Arial" w:eastAsia="MS Mincho" w:hAnsi="Arial" w:cs="Arial"/>
          <w:b/>
          <w:color w:val="000000"/>
        </w:rPr>
        <w:t xml:space="preserve">esterno </w:t>
      </w:r>
      <w:r w:rsidRPr="00731888">
        <w:rPr>
          <w:rFonts w:ascii="Arial" w:eastAsia="MS Mincho" w:hAnsi="Arial" w:cs="Arial"/>
          <w:b/>
          <w:color w:val="000000"/>
        </w:rPr>
        <w:t>del trattamento dei dati personali</w:t>
      </w:r>
    </w:p>
    <w:p w:rsidR="00EA1306" w:rsidRPr="007C7CD9" w:rsidRDefault="00731888" w:rsidP="007C7CD9">
      <w:pPr>
        <w:spacing w:before="120" w:after="120" w:line="276" w:lineRule="auto"/>
        <w:jc w:val="both"/>
        <w:rPr>
          <w:rFonts w:ascii="Arial" w:eastAsia="MS Mincho" w:hAnsi="Arial" w:cs="Arial"/>
          <w:b/>
          <w:color w:val="000000"/>
        </w:rPr>
      </w:pPr>
      <w:r w:rsidRPr="00DE5A34">
        <w:rPr>
          <w:rFonts w:ascii="Arial" w:eastAsia="MS Mincho" w:hAnsi="Arial" w:cs="Arial"/>
          <w:b/>
          <w:color w:val="000000"/>
        </w:rPr>
        <w:t xml:space="preserve">in relazione ai trattamenti di dati personali </w:t>
      </w:r>
      <w:r w:rsidR="00DE5A34">
        <w:rPr>
          <w:rFonts w:ascii="Arial" w:eastAsia="MS Mincho" w:hAnsi="Arial" w:cs="Arial"/>
          <w:b/>
          <w:color w:val="000000"/>
        </w:rPr>
        <w:t xml:space="preserve">nell’ambito della realizzazione del progetto </w:t>
      </w:r>
      <w:r w:rsidR="005A7365" w:rsidRPr="005A7365">
        <w:rPr>
          <w:rFonts w:ascii="Arial" w:eastAsia="MS Mincho" w:hAnsi="Arial" w:cs="Arial"/>
          <w:b/>
          <w:color w:val="FF0000"/>
          <w:highlight w:val="yellow"/>
        </w:rPr>
        <w:t>(indicare il progetto)</w:t>
      </w:r>
    </w:p>
    <w:p w:rsidR="003C0932" w:rsidRPr="003C0932" w:rsidRDefault="00731888" w:rsidP="007C7CD9">
      <w:pPr>
        <w:pStyle w:val="Contenutotabella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t>La ditta</w:t>
      </w:r>
      <w:r w:rsidRPr="00731888">
        <w:rPr>
          <w:rFonts w:ascii="Arial" w:hAnsi="Arial" w:cs="Arial"/>
          <w:sz w:val="20"/>
          <w:szCs w:val="20"/>
        </w:rPr>
        <w:t xml:space="preserve"> opererà quale responsabile esterno del trattamento dei dati personali</w:t>
      </w:r>
      <w:r w:rsidR="003C0932" w:rsidRPr="003C0932">
        <w:t xml:space="preserve"> </w:t>
      </w:r>
      <w:r w:rsidR="003C0932" w:rsidRPr="003C0932">
        <w:rPr>
          <w:rFonts w:ascii="Arial" w:hAnsi="Arial" w:cs="Arial"/>
          <w:sz w:val="20"/>
          <w:szCs w:val="20"/>
        </w:rPr>
        <w:t>per la durata del progetto. Se il Responsabile del trattamento, per l’esecuzione della prestazione, necessita della collaborazione di una struttura terza (società controllate e/o partecipate o attraverso fornitori qualificati dalle stesse – strutture individuabili come sub-responsabile), dovrà darne pronta comunicazione scritta al Titolare del Trattamento che, se del caso, autorizzerà la gestione e il trattamento dei dati da parte del Sub-responsabile. Spetterà al Responsabile procedere alla stesura dell’atto di nomina, in grado di vincolare il Sub-responsabile secondo le medesime regole previste nella presente nomina.</w:t>
      </w:r>
    </w:p>
    <w:p w:rsidR="00546E00" w:rsidRPr="003C0932" w:rsidRDefault="003C0932" w:rsidP="007C7CD9">
      <w:pPr>
        <w:pStyle w:val="Contenutotabella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t>Mediante la sottoscrizione della presente nomina, il Responsabile esterno del Trattamento dei Dati si impegna a rispettare quanto indicato nel presente atto di nomina:</w:t>
      </w:r>
    </w:p>
    <w:p w:rsidR="003C0932" w:rsidRDefault="003C0932" w:rsidP="007C7CD9">
      <w:pPr>
        <w:pStyle w:val="Contenutotabella"/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t xml:space="preserve">accedere esclusivamente ai dati personali espressamente conferiti dal Titolare per quanto strettamente necessario alla realizzazione del progetto </w:t>
      </w:r>
      <w:r w:rsidR="005A7365" w:rsidRPr="005A7365">
        <w:rPr>
          <w:rFonts w:ascii="Arial" w:hAnsi="Arial" w:cs="Arial"/>
          <w:color w:val="FF0000"/>
          <w:sz w:val="20"/>
          <w:szCs w:val="20"/>
          <w:highlight w:val="yellow"/>
        </w:rPr>
        <w:t>(indicare il progetto);</w:t>
      </w:r>
    </w:p>
    <w:p w:rsidR="003C0932" w:rsidRDefault="003C0932" w:rsidP="007C7CD9">
      <w:pPr>
        <w:pStyle w:val="Contenutotabella"/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lastRenderedPageBreak/>
        <w:t>adottare adeguate misure di sicurezza informatiche ed organizzative atte a garantire la sicurezza, integrità e riservatezza dei dati trattati per conto del Titolare del trattamento;</w:t>
      </w:r>
    </w:p>
    <w:p w:rsidR="003C0932" w:rsidRDefault="003C0932" w:rsidP="007C7CD9">
      <w:pPr>
        <w:pStyle w:val="Contenutotabella"/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t>collaborare con gli altri responsabili del trattamento dei dati personali dell’Istituzione scolastica;</w:t>
      </w:r>
    </w:p>
    <w:p w:rsidR="003C0932" w:rsidRPr="007C7CD9" w:rsidRDefault="003C0932" w:rsidP="007C7CD9">
      <w:pPr>
        <w:pStyle w:val="Contenutotabella"/>
        <w:numPr>
          <w:ilvl w:val="0"/>
          <w:numId w:val="7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t>informare immediata del titolare in caso di mancato rispetto delle norme di sicurezza e in caso di eventuali trattamenti non conformi alle presenti istruzioni;</w:t>
      </w:r>
    </w:p>
    <w:p w:rsidR="00654A54" w:rsidRPr="003C0932" w:rsidRDefault="003C0932" w:rsidP="007C7CD9">
      <w:pPr>
        <w:pStyle w:val="Contenutotabella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t>Il soggetto designato dichiara di essere a conoscenza e di rispettare quanto stabilito dal Regolamento UE 2016/679: In particolare si impegna a:</w:t>
      </w:r>
    </w:p>
    <w:p w:rsidR="003C0932" w:rsidRDefault="003C0932" w:rsidP="007C7CD9">
      <w:pPr>
        <w:pStyle w:val="Contenutotabella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t>adottare tutte le misure di sicurezza tecniche e organizzative idonee a ridurre al minimo i rischi di distruzione o perdita anche accidentale dei dati personali trattati, di accesso non autorizzato, l’illecita copia o la consultazione nonché i rischi di un trattamento non consentito o non conforme alle finalità della raccolta;</w:t>
      </w:r>
    </w:p>
    <w:p w:rsidR="003C0932" w:rsidRDefault="003C0932" w:rsidP="007C7CD9">
      <w:pPr>
        <w:pStyle w:val="Contenutotabella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t>attenersi agli obblighi di assoluta riservatezza connessi al suo incarico;</w:t>
      </w:r>
    </w:p>
    <w:p w:rsidR="003C0932" w:rsidRDefault="003C0932" w:rsidP="007C7CD9">
      <w:pPr>
        <w:pStyle w:val="Contenutotabella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t>trattare dati personali solo per quanto indispensabile in relazione all’assolvimento degli incarichi assegnati;</w:t>
      </w:r>
    </w:p>
    <w:p w:rsidR="003C0932" w:rsidRDefault="003C0932" w:rsidP="007C7CD9">
      <w:pPr>
        <w:pStyle w:val="Contenutotabella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t xml:space="preserve">individuare nella propria organizzazione i soggetti incaricati al trattamento dei dati, tramite apposito documento di incarico e di impartire istruzioni agli incaricati, vigilandone l’operato affinché il trattamento avvenga in modo lecito e corretto e siano garantite le misure minime di sicurezza; </w:t>
      </w:r>
    </w:p>
    <w:p w:rsidR="003C0932" w:rsidRDefault="003C0932" w:rsidP="007C7CD9">
      <w:pPr>
        <w:pStyle w:val="Contenutotabella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t>tenere un registro di tutte le attività relative ai trattamenti svolti per conto del Titolare;</w:t>
      </w:r>
    </w:p>
    <w:p w:rsidR="003C0932" w:rsidRDefault="003C0932" w:rsidP="007C7CD9">
      <w:pPr>
        <w:pStyle w:val="Contenutotabella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t>rispondere direttamente per i danni causati al Titolare (anche da eventuali Sub-responsabili) in ragione del mancato rispetto delle regole contenute nel presente atto di nomina e di vigilare affinché il trattamento dei dati da parte degli eventuali Sub-responsabili avvenga in modo lecito e secondo correttezza;</w:t>
      </w:r>
    </w:p>
    <w:p w:rsidR="003C0932" w:rsidRDefault="003C0932" w:rsidP="007C7CD9">
      <w:pPr>
        <w:pStyle w:val="Contenutotabella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t>interagire con l’Autorità Garante, in caso di richieste o di informazioni o effettuazione di controlli o di accessi da parte dell’autorità;</w:t>
      </w:r>
    </w:p>
    <w:p w:rsidR="003C0932" w:rsidRDefault="003C0932" w:rsidP="007C7CD9">
      <w:pPr>
        <w:pStyle w:val="Contenutotabella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t xml:space="preserve">rispettare le prescrizioni impartite dal titolare, tra cui il </w:t>
      </w:r>
      <w:r w:rsidRPr="003C0932">
        <w:rPr>
          <w:rFonts w:ascii="Arial" w:hAnsi="Arial" w:cs="Arial"/>
          <w:sz w:val="20"/>
          <w:szCs w:val="20"/>
          <w:u w:val="single"/>
        </w:rPr>
        <w:t xml:space="preserve">divieto di comunicare e diffondere a terzi non autorizzati le informazioni e i dati personali di cui sia venuto a conoscenza e l’impegno ad informare prontamente il titolare in caso di mancato rispetto delle norme di sicurezza e in caso di eventuali </w:t>
      </w:r>
      <w:r w:rsidRPr="003C0932">
        <w:rPr>
          <w:rFonts w:ascii="Arial" w:hAnsi="Arial" w:cs="Arial"/>
          <w:sz w:val="20"/>
          <w:szCs w:val="20"/>
          <w:u w:val="single"/>
        </w:rPr>
        <w:lastRenderedPageBreak/>
        <w:t>incidenti</w:t>
      </w:r>
      <w:r w:rsidRPr="003C0932">
        <w:rPr>
          <w:rFonts w:ascii="Arial" w:hAnsi="Arial" w:cs="Arial"/>
          <w:sz w:val="20"/>
          <w:szCs w:val="20"/>
        </w:rPr>
        <w:t xml:space="preserve"> o più in generale di ogni question</w:t>
      </w:r>
      <w:r>
        <w:rPr>
          <w:rFonts w:ascii="Arial" w:hAnsi="Arial" w:cs="Arial"/>
          <w:sz w:val="20"/>
          <w:szCs w:val="20"/>
        </w:rPr>
        <w:t>e rilevante ai fini della legge;</w:t>
      </w:r>
    </w:p>
    <w:p w:rsidR="003C0932" w:rsidRPr="007C7CD9" w:rsidRDefault="003C0932" w:rsidP="007C7CD9">
      <w:pPr>
        <w:pStyle w:val="Contenutotabella"/>
        <w:numPr>
          <w:ilvl w:val="0"/>
          <w:numId w:val="8"/>
        </w:num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t>conoscere e rispettare le prescrizioni del Regolamento UE 2016/6799, impegnandosi a collaborare con il titolare e il responsabile interno del trattamento per il rispetto delle prescrizioni ivi contenute.</w:t>
      </w:r>
    </w:p>
    <w:p w:rsidR="003C0932" w:rsidRPr="003C0932" w:rsidRDefault="003C0932" w:rsidP="007C7CD9">
      <w:pPr>
        <w:pStyle w:val="Contenutotabella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3C0932">
        <w:rPr>
          <w:rFonts w:ascii="Arial" w:hAnsi="Arial" w:cs="Arial"/>
          <w:sz w:val="20"/>
          <w:szCs w:val="20"/>
        </w:rPr>
        <w:t xml:space="preserve">La presente designazione è riferita e circoscritta alla durata del progetto </w:t>
      </w:r>
      <w:bookmarkStart w:id="0" w:name="_GoBack"/>
      <w:bookmarkEnd w:id="0"/>
      <w:r w:rsidR="005A7365" w:rsidRPr="005A7365">
        <w:rPr>
          <w:rFonts w:ascii="Arial" w:hAnsi="Arial" w:cs="Arial"/>
          <w:color w:val="FF0000"/>
          <w:sz w:val="20"/>
          <w:szCs w:val="20"/>
          <w:highlight w:val="yellow"/>
        </w:rPr>
        <w:t>(indicare il progetto)</w:t>
      </w:r>
      <w:r w:rsidRPr="005A7365">
        <w:rPr>
          <w:rFonts w:ascii="Arial" w:hAnsi="Arial" w:cs="Arial"/>
          <w:color w:val="FF0000"/>
          <w:sz w:val="20"/>
          <w:szCs w:val="20"/>
          <w:highlight w:val="yellow"/>
        </w:rPr>
        <w:t>,</w:t>
      </w:r>
      <w:r w:rsidRPr="005A7365">
        <w:rPr>
          <w:rFonts w:ascii="Arial" w:hAnsi="Arial" w:cs="Arial"/>
          <w:color w:val="FF0000"/>
          <w:sz w:val="20"/>
          <w:szCs w:val="20"/>
        </w:rPr>
        <w:t xml:space="preserve"> </w:t>
      </w:r>
      <w:r w:rsidRPr="003C0932">
        <w:rPr>
          <w:rFonts w:ascii="Arial" w:hAnsi="Arial" w:cs="Arial"/>
          <w:sz w:val="20"/>
          <w:szCs w:val="20"/>
        </w:rPr>
        <w:t>al termine del quale non avrà più valenza. Il titolare del trattamento potrà revocare in ogni momento la designazione in caso di mancato rispetto degli obblighi e degli impegni da parte del responsabile esterno.</w:t>
      </w:r>
    </w:p>
    <w:p w:rsidR="00731888" w:rsidRPr="00731888" w:rsidRDefault="00731888" w:rsidP="003C0932">
      <w:pPr>
        <w:pStyle w:val="Contenutotabella"/>
        <w:jc w:val="both"/>
        <w:rPr>
          <w:rFonts w:ascii="Arial" w:eastAsia="MS Mincho" w:hAnsi="Arial" w:cs="Arial"/>
        </w:rPr>
      </w:pPr>
    </w:p>
    <w:p w:rsidR="00731888" w:rsidRDefault="00731888" w:rsidP="00731888">
      <w:pPr>
        <w:spacing w:line="360" w:lineRule="auto"/>
        <w:ind w:right="565"/>
        <w:jc w:val="right"/>
        <w:rPr>
          <w:rFonts w:ascii="Arial" w:eastAsia="MS Mincho" w:hAnsi="Arial" w:cs="Arial"/>
        </w:rPr>
      </w:pPr>
    </w:p>
    <w:p w:rsidR="00731888" w:rsidRDefault="00731888" w:rsidP="00731888">
      <w:pPr>
        <w:spacing w:line="360" w:lineRule="auto"/>
        <w:ind w:right="565"/>
        <w:jc w:val="right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La Dirigente Scolastica</w:t>
      </w:r>
    </w:p>
    <w:p w:rsidR="00731888" w:rsidRDefault="00731888" w:rsidP="00731888">
      <w:pPr>
        <w:spacing w:line="360" w:lineRule="auto"/>
        <w:ind w:right="565"/>
        <w:jc w:val="right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Prof.ssa Raffaella Lago</w:t>
      </w:r>
    </w:p>
    <w:p w:rsidR="00731888" w:rsidRPr="00731888" w:rsidRDefault="00731888" w:rsidP="00731888">
      <w:pPr>
        <w:spacing w:line="360" w:lineRule="auto"/>
        <w:ind w:right="565"/>
        <w:jc w:val="right"/>
        <w:rPr>
          <w:rFonts w:ascii="Arial" w:eastAsia="MS Mincho" w:hAnsi="Arial" w:cs="Arial"/>
          <w:i/>
        </w:rPr>
      </w:pPr>
      <w:r w:rsidRPr="00731888">
        <w:rPr>
          <w:rFonts w:ascii="Arial" w:eastAsia="MS Mincho" w:hAnsi="Arial" w:cs="Arial"/>
          <w:i/>
        </w:rPr>
        <w:t>(firmato digitalmente)</w:t>
      </w:r>
    </w:p>
    <w:p w:rsidR="00731888" w:rsidRPr="00731888" w:rsidRDefault="00731888" w:rsidP="00731888">
      <w:pPr>
        <w:rPr>
          <w:rFonts w:ascii="Arial" w:hAnsi="Arial" w:cs="Arial"/>
        </w:rPr>
      </w:pPr>
    </w:p>
    <w:p w:rsidR="001F566F" w:rsidRPr="00731888" w:rsidRDefault="007C7CD9" w:rsidP="00731888">
      <w:pPr>
        <w:rPr>
          <w:rFonts w:ascii="Arial" w:hAnsi="Arial" w:cs="Arial"/>
        </w:rPr>
      </w:pPr>
      <w:r>
        <w:rPr>
          <w:rFonts w:ascii="Arial" w:hAnsi="Arial" w:cs="Arial"/>
        </w:rPr>
        <w:t>Per a</w:t>
      </w:r>
      <w:r w:rsidR="00731888" w:rsidRPr="00731888">
        <w:rPr>
          <w:rFonts w:ascii="Arial" w:hAnsi="Arial" w:cs="Arial"/>
        </w:rPr>
        <w:t>ccettazione</w:t>
      </w:r>
      <w:r w:rsidR="00626E69">
        <w:rPr>
          <w:rFonts w:ascii="Arial" w:hAnsi="Arial" w:cs="Arial"/>
        </w:rPr>
        <w:t>:</w:t>
      </w:r>
    </w:p>
    <w:sectPr w:rsidR="001F566F" w:rsidRPr="00731888">
      <w:headerReference w:type="default" r:id="rId8"/>
      <w:footerReference w:type="default" r:id="rId9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7A35" w:rsidRDefault="00787A35">
      <w:r>
        <w:separator/>
      </w:r>
    </w:p>
  </w:endnote>
  <w:endnote w:type="continuationSeparator" w:id="0">
    <w:p w:rsidR="00787A35" w:rsidRDefault="00787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jc w:val="center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227"/>
      <w:gridCol w:w="907"/>
      <w:gridCol w:w="227"/>
      <w:gridCol w:w="4990"/>
    </w:tblGrid>
    <w:tr w:rsidR="003F45CA" w:rsidRPr="000C7B6D" w:rsidTr="003F45CA">
      <w:trPr>
        <w:cantSplit/>
        <w:jc w:val="center"/>
      </w:trPr>
      <w:tc>
        <w:tcPr>
          <w:tcW w:w="4990" w:type="dxa"/>
        </w:tcPr>
        <w:p w:rsidR="003F45CA" w:rsidRPr="000C7B6D" w:rsidRDefault="003F45CA" w:rsidP="003F45CA">
          <w:pPr>
            <w:spacing w:before="80" w:line="180" w:lineRule="exact"/>
            <w:jc w:val="right"/>
            <w:rPr>
              <w:rFonts w:ascii="Arial" w:hAnsi="Arial" w:cs="Arial"/>
              <w:sz w:val="16"/>
            </w:rPr>
          </w:pPr>
          <w:r w:rsidRPr="000C7B6D">
            <w:rPr>
              <w:rFonts w:ascii="Arial" w:hAnsi="Arial" w:cs="Arial"/>
              <w:sz w:val="16"/>
            </w:rPr>
            <w:t xml:space="preserve">P.zza della Scuola 6 </w:t>
          </w:r>
          <w:r w:rsidRPr="000C7B6D">
            <w:rPr>
              <w:rFonts w:ascii="Arial" w:hAnsi="Arial" w:cs="Arial"/>
              <w:sz w:val="14"/>
            </w:rPr>
            <w:sym w:font="Wingdings" w:char="F09F"/>
          </w:r>
          <w:r w:rsidRPr="000C7B6D">
            <w:rPr>
              <w:rFonts w:ascii="Arial" w:hAnsi="Arial" w:cs="Arial"/>
              <w:sz w:val="16"/>
            </w:rPr>
            <w:t xml:space="preserve"> 39044 Egna (BZ)</w:t>
          </w:r>
        </w:p>
        <w:p w:rsidR="003F45CA" w:rsidRPr="000C7B6D" w:rsidRDefault="003F45CA" w:rsidP="003F45CA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r w:rsidRPr="000C7B6D">
            <w:rPr>
              <w:rFonts w:ascii="Arial" w:hAnsi="Arial" w:cs="Arial"/>
              <w:sz w:val="16"/>
            </w:rPr>
            <w:t xml:space="preserve">Tel. 0471 81 22 15 </w:t>
          </w:r>
          <w:r w:rsidRPr="000C7B6D">
            <w:rPr>
              <w:rFonts w:ascii="Arial" w:hAnsi="Arial" w:cs="Arial"/>
              <w:sz w:val="14"/>
            </w:rPr>
            <w:sym w:font="Wingdings" w:char="F09F"/>
          </w:r>
          <w:r w:rsidRPr="000C7B6D">
            <w:rPr>
              <w:rFonts w:ascii="Arial" w:hAnsi="Arial" w:cs="Arial"/>
              <w:sz w:val="16"/>
            </w:rPr>
            <w:t xml:space="preserve"> Fax 0471 82 05 27</w:t>
          </w:r>
        </w:p>
        <w:p w:rsidR="003F45CA" w:rsidRPr="000C7B6D" w:rsidRDefault="00120410" w:rsidP="003F45CA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www.ic-bassa-atesina.it</w:t>
          </w:r>
        </w:p>
        <w:p w:rsidR="003F45CA" w:rsidRPr="000C7B6D" w:rsidRDefault="003F45CA" w:rsidP="003F45CA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r w:rsidRPr="000C7B6D">
            <w:rPr>
              <w:rFonts w:ascii="Arial" w:hAnsi="Arial" w:cs="Arial"/>
              <w:sz w:val="16"/>
            </w:rPr>
            <w:t>ic.bassaatesina@scuola.alto-adige.it</w:t>
          </w:r>
        </w:p>
        <w:p w:rsidR="000C7B6D" w:rsidRPr="000C7B6D" w:rsidRDefault="005A7365" w:rsidP="000C7B6D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hyperlink r:id="rId1" w:history="1">
            <w:r w:rsidR="000C7B6D" w:rsidRPr="000C7B6D">
              <w:rPr>
                <w:rStyle w:val="Collegamentoipertestuale"/>
                <w:rFonts w:ascii="Arial" w:hAnsi="Arial" w:cs="Arial"/>
                <w:color w:val="auto"/>
                <w:sz w:val="16"/>
                <w:u w:val="none"/>
              </w:rPr>
              <w:t>IC.BassaAtesina@pec.prov.bz.it</w:t>
            </w:r>
          </w:hyperlink>
        </w:p>
        <w:p w:rsidR="003F45CA" w:rsidRPr="000C7B6D" w:rsidRDefault="003F45CA" w:rsidP="000C7B6D">
          <w:pPr>
            <w:spacing w:line="180" w:lineRule="exact"/>
            <w:jc w:val="right"/>
            <w:rPr>
              <w:rFonts w:ascii="Arial" w:hAnsi="Arial" w:cs="Arial"/>
              <w:sz w:val="16"/>
            </w:rPr>
          </w:pPr>
          <w:r w:rsidRPr="000C7B6D">
            <w:rPr>
              <w:rFonts w:ascii="Arial" w:hAnsi="Arial" w:cs="Arial"/>
              <w:sz w:val="16"/>
            </w:rPr>
            <w:t xml:space="preserve">Cod. </w:t>
          </w:r>
          <w:proofErr w:type="spellStart"/>
          <w:r w:rsidRPr="000C7B6D">
            <w:rPr>
              <w:rFonts w:ascii="Arial" w:hAnsi="Arial" w:cs="Arial"/>
              <w:sz w:val="16"/>
            </w:rPr>
            <w:t>fisc</w:t>
          </w:r>
          <w:proofErr w:type="spellEnd"/>
          <w:r w:rsidRPr="000C7B6D">
            <w:rPr>
              <w:rFonts w:ascii="Arial" w:hAnsi="Arial" w:cs="Arial"/>
              <w:sz w:val="16"/>
            </w:rPr>
            <w:t>. 80005300217</w:t>
          </w:r>
        </w:p>
      </w:tc>
      <w:tc>
        <w:tcPr>
          <w:tcW w:w="227" w:type="dxa"/>
          <w:vAlign w:val="center"/>
        </w:tcPr>
        <w:p w:rsidR="003F45CA" w:rsidRPr="000C7B6D" w:rsidRDefault="003F45CA" w:rsidP="003F45CA">
          <w:pPr>
            <w:spacing w:before="80"/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907" w:type="dxa"/>
          <w:vAlign w:val="center"/>
        </w:tcPr>
        <w:p w:rsidR="003F45CA" w:rsidRPr="000C7B6D" w:rsidRDefault="003F45CA" w:rsidP="003F45CA">
          <w:pPr>
            <w:spacing w:before="80"/>
            <w:jc w:val="center"/>
            <w:rPr>
              <w:rFonts w:ascii="Arial" w:hAnsi="Arial" w:cs="Arial"/>
              <w:sz w:val="16"/>
            </w:rPr>
          </w:pPr>
          <w:r w:rsidRPr="000C7B6D">
            <w:rPr>
              <w:rFonts w:ascii="Arial" w:hAnsi="Arial" w:cs="Arial"/>
              <w:sz w:val="16"/>
            </w:rPr>
            <w:fldChar w:fldCharType="begin"/>
          </w:r>
          <w:r w:rsidRPr="000C7B6D">
            <w:rPr>
              <w:rFonts w:ascii="Arial" w:hAnsi="Arial" w:cs="Arial"/>
              <w:sz w:val="16"/>
            </w:rPr>
            <w:instrText xml:space="preserve"> INCLUDEPICTURE  "C:\\CD-PAB\\Impl\\template\\Logos\\nologo-sw.png" </w:instrText>
          </w:r>
          <w:r w:rsidRPr="000C7B6D">
            <w:rPr>
              <w:rFonts w:ascii="Arial" w:hAnsi="Arial" w:cs="Arial"/>
              <w:sz w:val="16"/>
            </w:rPr>
            <w:fldChar w:fldCharType="separate"/>
          </w:r>
          <w:r w:rsidR="00D85A8B">
            <w:rPr>
              <w:rFonts w:ascii="Arial" w:hAnsi="Arial" w:cs="Arial"/>
              <w:sz w:val="16"/>
            </w:rPr>
            <w:fldChar w:fldCharType="begin"/>
          </w:r>
          <w:r w:rsidR="00D85A8B">
            <w:rPr>
              <w:rFonts w:ascii="Arial" w:hAnsi="Arial" w:cs="Arial"/>
              <w:sz w:val="16"/>
            </w:rPr>
            <w:instrText xml:space="preserve"> INCLUDEPICTURE  "C:\\CD-PAB\\Impl\\template\\Logos\\nologo-sw.png" \* MERGEFORMATINET </w:instrText>
          </w:r>
          <w:r w:rsidR="00D85A8B">
            <w:rPr>
              <w:rFonts w:ascii="Arial" w:hAnsi="Arial" w:cs="Arial"/>
              <w:sz w:val="16"/>
            </w:rPr>
            <w:fldChar w:fldCharType="separate"/>
          </w:r>
          <w:r w:rsidR="005A7365">
            <w:rPr>
              <w:rFonts w:ascii="Arial" w:hAnsi="Arial" w:cs="Arial"/>
              <w:sz w:val="16"/>
            </w:rPr>
            <w:fldChar w:fldCharType="begin"/>
          </w:r>
          <w:r w:rsidR="005A7365">
            <w:rPr>
              <w:rFonts w:ascii="Arial" w:hAnsi="Arial" w:cs="Arial"/>
              <w:sz w:val="16"/>
            </w:rPr>
            <w:instrText xml:space="preserve"> </w:instrText>
          </w:r>
          <w:r w:rsidR="005A7365">
            <w:rPr>
              <w:rFonts w:ascii="Arial" w:hAnsi="Arial" w:cs="Arial"/>
              <w:sz w:val="16"/>
            </w:rPr>
            <w:instrText>INCLUDEPICTURE  "C:\\CD-PAB\\Impl\\template\\Logos\\nologo-sw.png" \* MERGEFORMATINET</w:instrText>
          </w:r>
          <w:r w:rsidR="005A7365">
            <w:rPr>
              <w:rFonts w:ascii="Arial" w:hAnsi="Arial" w:cs="Arial"/>
              <w:sz w:val="16"/>
            </w:rPr>
            <w:instrText xml:space="preserve"> </w:instrText>
          </w:r>
          <w:r w:rsidR="005A7365">
            <w:rPr>
              <w:rFonts w:ascii="Arial" w:hAnsi="Arial" w:cs="Arial"/>
              <w:sz w:val="16"/>
            </w:rPr>
            <w:fldChar w:fldCharType="separate"/>
          </w:r>
          <w:r w:rsidR="005A7365">
            <w:rPr>
              <w:rFonts w:ascii="Arial" w:hAnsi="Arial" w:cs="Arial"/>
              <w:sz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.6pt;height:6pt">
                <v:imagedata r:id="rId2" r:href="rId3"/>
              </v:shape>
            </w:pict>
          </w:r>
          <w:r w:rsidR="005A7365">
            <w:rPr>
              <w:rFonts w:ascii="Arial" w:hAnsi="Arial" w:cs="Arial"/>
              <w:sz w:val="16"/>
            </w:rPr>
            <w:fldChar w:fldCharType="end"/>
          </w:r>
          <w:r w:rsidR="00D85A8B">
            <w:rPr>
              <w:rFonts w:ascii="Arial" w:hAnsi="Arial" w:cs="Arial"/>
              <w:sz w:val="16"/>
            </w:rPr>
            <w:fldChar w:fldCharType="end"/>
          </w:r>
          <w:r w:rsidRPr="000C7B6D">
            <w:rPr>
              <w:rFonts w:ascii="Arial" w:hAnsi="Arial" w:cs="Arial"/>
              <w:sz w:val="16"/>
            </w:rPr>
            <w:fldChar w:fldCharType="end"/>
          </w:r>
        </w:p>
      </w:tc>
      <w:tc>
        <w:tcPr>
          <w:tcW w:w="227" w:type="dxa"/>
          <w:vAlign w:val="center"/>
        </w:tcPr>
        <w:p w:rsidR="003F45CA" w:rsidRPr="000C7B6D" w:rsidRDefault="003F45CA" w:rsidP="003F45CA">
          <w:pPr>
            <w:spacing w:before="80"/>
            <w:jc w:val="center"/>
            <w:rPr>
              <w:rFonts w:ascii="Arial" w:hAnsi="Arial" w:cs="Arial"/>
              <w:sz w:val="16"/>
            </w:rPr>
          </w:pPr>
        </w:p>
      </w:tc>
      <w:tc>
        <w:tcPr>
          <w:tcW w:w="4990" w:type="dxa"/>
        </w:tcPr>
        <w:p w:rsidR="003F45CA" w:rsidRPr="000C7B6D" w:rsidRDefault="003F45CA" w:rsidP="003F45CA">
          <w:pPr>
            <w:spacing w:before="80" w:line="180" w:lineRule="exact"/>
            <w:rPr>
              <w:rFonts w:ascii="Arial" w:hAnsi="Arial" w:cs="Arial"/>
              <w:sz w:val="16"/>
              <w:lang w:val="de-DE"/>
            </w:rPr>
          </w:pPr>
          <w:r w:rsidRPr="000C7B6D">
            <w:rPr>
              <w:rFonts w:ascii="Arial" w:hAnsi="Arial" w:cs="Arial"/>
              <w:sz w:val="16"/>
              <w:lang w:val="de-DE"/>
            </w:rPr>
            <w:t xml:space="preserve">Schulplatz 6 </w:t>
          </w:r>
          <w:r w:rsidRPr="000C7B6D">
            <w:rPr>
              <w:rFonts w:ascii="Arial" w:hAnsi="Arial" w:cs="Arial"/>
              <w:sz w:val="14"/>
            </w:rPr>
            <w:sym w:font="Wingdings" w:char="F09F"/>
          </w:r>
          <w:r w:rsidRPr="000C7B6D">
            <w:rPr>
              <w:rFonts w:ascii="Arial" w:hAnsi="Arial" w:cs="Arial"/>
              <w:sz w:val="16"/>
              <w:lang w:val="de-DE"/>
            </w:rPr>
            <w:t xml:space="preserve"> 39044 Neumarkt (BZ)</w:t>
          </w:r>
        </w:p>
        <w:p w:rsidR="003F45CA" w:rsidRPr="000C7B6D" w:rsidRDefault="003F45CA" w:rsidP="003F45CA">
          <w:pPr>
            <w:spacing w:line="180" w:lineRule="exact"/>
            <w:rPr>
              <w:rFonts w:ascii="Arial" w:hAnsi="Arial" w:cs="Arial"/>
              <w:sz w:val="16"/>
              <w:lang w:val="de-DE"/>
            </w:rPr>
          </w:pPr>
          <w:r w:rsidRPr="000C7B6D">
            <w:rPr>
              <w:rFonts w:ascii="Arial" w:hAnsi="Arial" w:cs="Arial"/>
              <w:sz w:val="16"/>
              <w:lang w:val="de-DE"/>
            </w:rPr>
            <w:t xml:space="preserve">Tel. 0471 81 22 15 </w:t>
          </w:r>
          <w:r w:rsidRPr="000C7B6D">
            <w:rPr>
              <w:rFonts w:ascii="Arial" w:hAnsi="Arial" w:cs="Arial"/>
              <w:sz w:val="14"/>
            </w:rPr>
            <w:sym w:font="Wingdings" w:char="F09F"/>
          </w:r>
          <w:r w:rsidRPr="000C7B6D">
            <w:rPr>
              <w:rFonts w:ascii="Arial" w:hAnsi="Arial" w:cs="Arial"/>
              <w:sz w:val="16"/>
              <w:lang w:val="de-DE"/>
            </w:rPr>
            <w:t xml:space="preserve"> Fax 0471 82 05 27</w:t>
          </w:r>
        </w:p>
        <w:p w:rsidR="003F45CA" w:rsidRPr="00D85A8B" w:rsidRDefault="003F45CA" w:rsidP="003F45CA">
          <w:pPr>
            <w:spacing w:line="180" w:lineRule="exact"/>
            <w:rPr>
              <w:rFonts w:ascii="Arial" w:hAnsi="Arial" w:cs="Arial"/>
              <w:sz w:val="16"/>
              <w:lang w:val="de-DE"/>
            </w:rPr>
          </w:pPr>
          <w:r w:rsidRPr="00D85A8B">
            <w:rPr>
              <w:rFonts w:ascii="Arial" w:hAnsi="Arial" w:cs="Arial"/>
              <w:sz w:val="16"/>
              <w:lang w:val="de-DE"/>
            </w:rPr>
            <w:t>www.ic-bassa-atesina.it</w:t>
          </w:r>
        </w:p>
        <w:p w:rsidR="003F45CA" w:rsidRPr="00D85A8B" w:rsidRDefault="003F45CA" w:rsidP="003F45CA">
          <w:pPr>
            <w:spacing w:line="180" w:lineRule="exact"/>
            <w:rPr>
              <w:rFonts w:ascii="Arial" w:hAnsi="Arial" w:cs="Arial"/>
              <w:sz w:val="16"/>
              <w:lang w:val="de-DE"/>
            </w:rPr>
          </w:pPr>
          <w:r w:rsidRPr="00D85A8B">
            <w:rPr>
              <w:rFonts w:ascii="Arial" w:hAnsi="Arial" w:cs="Arial"/>
              <w:sz w:val="16"/>
              <w:lang w:val="de-DE"/>
            </w:rPr>
            <w:t>ic.bassaatesina@schule.suedtirol.it</w:t>
          </w:r>
        </w:p>
        <w:p w:rsidR="000C7B6D" w:rsidRPr="00D85A8B" w:rsidRDefault="00D85A8B" w:rsidP="000C7B6D">
          <w:pPr>
            <w:spacing w:line="180" w:lineRule="exact"/>
            <w:rPr>
              <w:rFonts w:ascii="Arial" w:hAnsi="Arial" w:cs="Arial"/>
              <w:sz w:val="16"/>
              <w:lang w:val="de-DE"/>
            </w:rPr>
          </w:pPr>
          <w:hyperlink r:id="rId4" w:history="1">
            <w:r w:rsidR="000C7B6D" w:rsidRPr="00D85A8B">
              <w:rPr>
                <w:rStyle w:val="Collegamentoipertestuale"/>
                <w:rFonts w:ascii="Arial" w:hAnsi="Arial" w:cs="Arial"/>
                <w:color w:val="auto"/>
                <w:sz w:val="16"/>
                <w:u w:val="none"/>
                <w:lang w:val="de-DE"/>
              </w:rPr>
              <w:t>IC.BassaAtesina@pec.prov.bz.it</w:t>
            </w:r>
          </w:hyperlink>
        </w:p>
        <w:p w:rsidR="003F45CA" w:rsidRPr="000C7B6D" w:rsidRDefault="003F45CA" w:rsidP="003F45CA">
          <w:pPr>
            <w:spacing w:line="180" w:lineRule="exact"/>
            <w:rPr>
              <w:rFonts w:ascii="Arial" w:hAnsi="Arial" w:cs="Arial"/>
              <w:sz w:val="16"/>
              <w:lang w:val="en-US"/>
            </w:rPr>
          </w:pPr>
          <w:proofErr w:type="spellStart"/>
          <w:r w:rsidRPr="000C7B6D">
            <w:rPr>
              <w:rFonts w:ascii="Arial" w:hAnsi="Arial" w:cs="Arial"/>
              <w:sz w:val="16"/>
              <w:lang w:val="en-US"/>
            </w:rPr>
            <w:t>Steuer</w:t>
          </w:r>
          <w:proofErr w:type="spellEnd"/>
          <w:r w:rsidRPr="000C7B6D">
            <w:rPr>
              <w:rFonts w:ascii="Arial" w:hAnsi="Arial" w:cs="Arial"/>
              <w:sz w:val="16"/>
              <w:lang w:val="en-US"/>
            </w:rPr>
            <w:t>-Nr. 80005300217</w:t>
          </w:r>
        </w:p>
      </w:tc>
    </w:tr>
  </w:tbl>
  <w:p w:rsidR="00C97344" w:rsidRPr="000C7B6D" w:rsidRDefault="00C97344" w:rsidP="003F45CA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7A35" w:rsidRDefault="00787A35">
      <w:r>
        <w:separator/>
      </w:r>
    </w:p>
  </w:footnote>
  <w:footnote w:type="continuationSeparator" w:id="0">
    <w:p w:rsidR="00787A35" w:rsidRDefault="00787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44" w:type="dxa"/>
      <w:jc w:val="center"/>
      <w:tblLook w:val="01E0" w:firstRow="1" w:lastRow="1" w:firstColumn="1" w:lastColumn="1" w:noHBand="0" w:noVBand="0"/>
    </w:tblPr>
    <w:tblGrid>
      <w:gridCol w:w="4476"/>
      <w:gridCol w:w="1351"/>
      <w:gridCol w:w="4617"/>
    </w:tblGrid>
    <w:tr w:rsidR="003F45CA" w:rsidRPr="00FA4974" w:rsidTr="00FA4974">
      <w:trPr>
        <w:jc w:val="center"/>
      </w:trPr>
      <w:tc>
        <w:tcPr>
          <w:tcW w:w="4476" w:type="dxa"/>
          <w:tcBorders>
            <w:top w:val="single" w:sz="4" w:space="0" w:color="C0C0C0"/>
          </w:tcBorders>
          <w:shd w:val="clear" w:color="auto" w:fill="auto"/>
        </w:tcPr>
        <w:p w:rsidR="003F45CA" w:rsidRPr="00FA4974" w:rsidRDefault="003F45CA" w:rsidP="00FA4974">
          <w:pPr>
            <w:spacing w:before="80"/>
            <w:jc w:val="right"/>
            <w:rPr>
              <w:rFonts w:ascii="Arial" w:hAnsi="Arial" w:cs="Arial"/>
              <w:sz w:val="16"/>
            </w:rPr>
          </w:pPr>
          <w:r w:rsidRPr="00FA4974">
            <w:rPr>
              <w:rFonts w:ascii="Arial" w:hAnsi="Arial" w:cs="Arial"/>
              <w:sz w:val="16"/>
            </w:rPr>
            <w:t>REPUBBLICA ITALIANA</w:t>
          </w:r>
        </w:p>
        <w:p w:rsidR="003F45CA" w:rsidRPr="00FA4974" w:rsidRDefault="003F45CA" w:rsidP="00FA4974">
          <w:pPr>
            <w:jc w:val="right"/>
            <w:rPr>
              <w:rFonts w:ascii="Arial" w:hAnsi="Arial" w:cs="Arial"/>
              <w:b/>
              <w:sz w:val="16"/>
            </w:rPr>
          </w:pPr>
          <w:r w:rsidRPr="00FA4974">
            <w:rPr>
              <w:rFonts w:ascii="Arial" w:hAnsi="Arial" w:cs="Arial"/>
              <w:b/>
              <w:sz w:val="16"/>
            </w:rPr>
            <w:t xml:space="preserve">PROVINCIA AUTONOMA DI </w:t>
          </w:r>
          <w:smartTag w:uri="urn:schemas-microsoft-com:office:smarttags" w:element="City">
            <w:r w:rsidRPr="00FA4974">
              <w:rPr>
                <w:rFonts w:ascii="Arial" w:hAnsi="Arial" w:cs="Arial"/>
                <w:b/>
                <w:sz w:val="16"/>
              </w:rPr>
              <w:t>BOLZANO</w:t>
            </w:r>
          </w:smartTag>
          <w:r w:rsidRPr="00FA4974">
            <w:rPr>
              <w:rFonts w:ascii="Arial" w:hAnsi="Arial" w:cs="Arial"/>
              <w:b/>
              <w:sz w:val="16"/>
            </w:rPr>
            <w:t xml:space="preserve"> ALTO </w:t>
          </w:r>
          <w:smartTag w:uri="urn:schemas-microsoft-com:office:smarttags" w:element="place">
            <w:r w:rsidRPr="00FA4974">
              <w:rPr>
                <w:rFonts w:ascii="Arial" w:hAnsi="Arial" w:cs="Arial"/>
                <w:b/>
                <w:sz w:val="16"/>
              </w:rPr>
              <w:t>ADIGE</w:t>
            </w:r>
          </w:smartTag>
        </w:p>
        <w:p w:rsidR="003F45CA" w:rsidRPr="00FA4974" w:rsidRDefault="003F45CA" w:rsidP="00FA4974">
          <w:pPr>
            <w:jc w:val="right"/>
            <w:rPr>
              <w:rFonts w:ascii="Arial" w:hAnsi="Arial" w:cs="Arial"/>
              <w:b/>
              <w:sz w:val="16"/>
            </w:rPr>
          </w:pPr>
        </w:p>
        <w:p w:rsidR="003F45CA" w:rsidRPr="00FA4974" w:rsidRDefault="003F45CA" w:rsidP="00FA4974">
          <w:pPr>
            <w:jc w:val="right"/>
            <w:rPr>
              <w:rFonts w:ascii="Arial" w:hAnsi="Arial" w:cs="Arial"/>
              <w:sz w:val="22"/>
              <w:szCs w:val="22"/>
            </w:rPr>
          </w:pPr>
          <w:r w:rsidRPr="00FA4974">
            <w:rPr>
              <w:rFonts w:ascii="Arial" w:hAnsi="Arial" w:cs="Arial"/>
              <w:sz w:val="22"/>
              <w:szCs w:val="22"/>
            </w:rPr>
            <w:t xml:space="preserve">ISTITUTO COMPRENSIVO </w:t>
          </w:r>
        </w:p>
        <w:p w:rsidR="003F45CA" w:rsidRPr="00FA4974" w:rsidRDefault="003F45CA" w:rsidP="00FA4974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FA4974">
            <w:rPr>
              <w:rFonts w:ascii="Arial" w:hAnsi="Arial" w:cs="Arial"/>
            </w:rPr>
            <w:t>in lingua italiana</w:t>
          </w:r>
        </w:p>
      </w:tc>
      <w:tc>
        <w:tcPr>
          <w:tcW w:w="1351" w:type="dxa"/>
          <w:tcBorders>
            <w:top w:val="single" w:sz="4" w:space="0" w:color="C0C0C0"/>
          </w:tcBorders>
          <w:shd w:val="clear" w:color="auto" w:fill="auto"/>
        </w:tcPr>
        <w:p w:rsidR="003F45CA" w:rsidRPr="00FA4974" w:rsidRDefault="00F11AA8" w:rsidP="00FA4974">
          <w:pPr>
            <w:spacing w:before="120"/>
            <w:jc w:val="center"/>
            <w:rPr>
              <w:rFonts w:ascii="Arial" w:hAnsi="Arial" w:cs="Arial"/>
              <w:sz w:val="18"/>
              <w:szCs w:val="18"/>
            </w:rPr>
          </w:pPr>
          <w:r w:rsidRPr="00FA4974">
            <w:rPr>
              <w:rFonts w:ascii="Arial" w:hAnsi="Arial" w:cs="Arial"/>
              <w:noProof/>
            </w:rPr>
            <w:drawing>
              <wp:inline distT="0" distB="0" distL="0" distR="0">
                <wp:extent cx="579120" cy="701040"/>
                <wp:effectExtent l="0" t="0" r="0" b="0"/>
                <wp:docPr id="1" name="Immagine 1" descr="prov b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rov b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7" w:type="dxa"/>
          <w:tcBorders>
            <w:top w:val="single" w:sz="4" w:space="0" w:color="C0C0C0"/>
          </w:tcBorders>
          <w:shd w:val="clear" w:color="auto" w:fill="auto"/>
        </w:tcPr>
        <w:p w:rsidR="003F45CA" w:rsidRPr="00FA4974" w:rsidRDefault="003F45CA" w:rsidP="00FA4974">
          <w:pPr>
            <w:spacing w:before="80"/>
            <w:rPr>
              <w:rFonts w:ascii="Arial" w:hAnsi="Arial" w:cs="Arial"/>
              <w:sz w:val="16"/>
              <w:lang w:val="de-DE"/>
            </w:rPr>
          </w:pPr>
          <w:r w:rsidRPr="00FA4974">
            <w:rPr>
              <w:rFonts w:ascii="Arial" w:hAnsi="Arial" w:cs="Arial"/>
              <w:sz w:val="16"/>
              <w:lang w:val="de-DE"/>
            </w:rPr>
            <w:t>REPUBLIK ITALIEN</w:t>
          </w:r>
        </w:p>
        <w:p w:rsidR="003F45CA" w:rsidRPr="00FA4974" w:rsidRDefault="003F45CA" w:rsidP="003F45CA">
          <w:pPr>
            <w:rPr>
              <w:rFonts w:ascii="Arial" w:hAnsi="Arial" w:cs="Arial"/>
              <w:b/>
              <w:sz w:val="16"/>
              <w:lang w:val="de-DE"/>
            </w:rPr>
          </w:pPr>
          <w:r w:rsidRPr="00FA4974">
            <w:rPr>
              <w:rFonts w:ascii="Arial" w:hAnsi="Arial" w:cs="Arial"/>
              <w:b/>
              <w:sz w:val="16"/>
              <w:lang w:val="de-DE"/>
            </w:rPr>
            <w:t>AUTONOME PROVINZ BOZEN SÜDTIROL</w:t>
          </w:r>
        </w:p>
        <w:p w:rsidR="003F45CA" w:rsidRPr="00FA4974" w:rsidRDefault="003F45CA" w:rsidP="003F45CA">
          <w:pPr>
            <w:rPr>
              <w:rFonts w:ascii="Arial" w:hAnsi="Arial" w:cs="Arial"/>
              <w:sz w:val="18"/>
              <w:szCs w:val="18"/>
              <w:lang w:val="de-DE"/>
            </w:rPr>
          </w:pPr>
        </w:p>
        <w:p w:rsidR="003F45CA" w:rsidRPr="00FA4974" w:rsidRDefault="003F45CA" w:rsidP="003F45CA">
          <w:pPr>
            <w:rPr>
              <w:rFonts w:ascii="Arial" w:hAnsi="Arial" w:cs="Arial"/>
              <w:sz w:val="22"/>
              <w:szCs w:val="22"/>
            </w:rPr>
          </w:pPr>
          <w:r w:rsidRPr="00FA4974">
            <w:rPr>
              <w:rFonts w:ascii="Arial" w:hAnsi="Arial" w:cs="Arial"/>
              <w:sz w:val="22"/>
              <w:szCs w:val="22"/>
            </w:rPr>
            <w:t>SCHULSPRENGEL</w:t>
          </w:r>
        </w:p>
        <w:p w:rsidR="003F45CA" w:rsidRPr="00FA4974" w:rsidRDefault="003F45CA" w:rsidP="003F45CA">
          <w:pPr>
            <w:rPr>
              <w:rFonts w:ascii="Arial" w:hAnsi="Arial" w:cs="Arial"/>
              <w:sz w:val="18"/>
              <w:szCs w:val="18"/>
            </w:rPr>
          </w:pPr>
          <w:r w:rsidRPr="00FA4974">
            <w:rPr>
              <w:rFonts w:ascii="Arial" w:hAnsi="Arial" w:cs="Arial"/>
            </w:rPr>
            <w:t xml:space="preserve">in </w:t>
          </w:r>
          <w:proofErr w:type="spellStart"/>
          <w:r w:rsidRPr="00FA4974">
            <w:rPr>
              <w:rFonts w:ascii="Arial" w:hAnsi="Arial" w:cs="Arial"/>
            </w:rPr>
            <w:t>italienischer</w:t>
          </w:r>
          <w:proofErr w:type="spellEnd"/>
          <w:r w:rsidRPr="00FA4974">
            <w:rPr>
              <w:rFonts w:ascii="Arial" w:hAnsi="Arial" w:cs="Arial"/>
            </w:rPr>
            <w:t xml:space="preserve"> </w:t>
          </w:r>
          <w:proofErr w:type="spellStart"/>
          <w:r w:rsidRPr="00FA4974">
            <w:rPr>
              <w:rFonts w:ascii="Arial" w:hAnsi="Arial" w:cs="Arial"/>
            </w:rPr>
            <w:t>Unterrichtssprache</w:t>
          </w:r>
          <w:proofErr w:type="spellEnd"/>
        </w:p>
      </w:tc>
    </w:tr>
    <w:tr w:rsidR="003F45CA" w:rsidRPr="00FA4974" w:rsidTr="00FA4974">
      <w:trPr>
        <w:jc w:val="center"/>
      </w:trPr>
      <w:tc>
        <w:tcPr>
          <w:tcW w:w="10444" w:type="dxa"/>
          <w:gridSpan w:val="3"/>
          <w:tcBorders>
            <w:bottom w:val="single" w:sz="4" w:space="0" w:color="C0C0C0"/>
          </w:tcBorders>
          <w:shd w:val="clear" w:color="auto" w:fill="auto"/>
        </w:tcPr>
        <w:p w:rsidR="003F45CA" w:rsidRPr="00FA4974" w:rsidRDefault="003F45CA" w:rsidP="00FA4974">
          <w:pPr>
            <w:spacing w:before="40" w:after="40"/>
            <w:jc w:val="center"/>
            <w:rPr>
              <w:sz w:val="16"/>
            </w:rPr>
          </w:pPr>
          <w:r w:rsidRPr="00FA4974">
            <w:rPr>
              <w:rFonts w:ascii="Arial" w:hAnsi="Arial" w:cs="Arial"/>
              <w:b/>
              <w:sz w:val="24"/>
              <w:szCs w:val="24"/>
            </w:rPr>
            <w:t>“BASSA ATESINA - UNTERLAND</w:t>
          </w:r>
          <w:r w:rsidRPr="001F4DEF">
            <w:rPr>
              <w:rFonts w:ascii="Arial" w:hAnsi="Arial" w:cs="Arial"/>
              <w:b/>
              <w:sz w:val="24"/>
              <w:szCs w:val="24"/>
            </w:rPr>
            <w:t>”</w:t>
          </w:r>
        </w:p>
      </w:tc>
    </w:tr>
  </w:tbl>
  <w:p w:rsidR="00C97344" w:rsidRDefault="00C97344" w:rsidP="003F45CA">
    <w:pPr>
      <w:pStyle w:val="Titolo1"/>
      <w:tabs>
        <w:tab w:val="center" w:pos="4578"/>
        <w:tab w:val="left" w:pos="538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D6"/>
    <w:multiLevelType w:val="hybridMultilevel"/>
    <w:tmpl w:val="CF522E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A851E0"/>
    <w:multiLevelType w:val="hybridMultilevel"/>
    <w:tmpl w:val="A3F46E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646F2"/>
    <w:multiLevelType w:val="hybridMultilevel"/>
    <w:tmpl w:val="DB9A27C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54655"/>
    <w:multiLevelType w:val="hybridMultilevel"/>
    <w:tmpl w:val="F7F643BA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62B625DE"/>
    <w:multiLevelType w:val="hybridMultilevel"/>
    <w:tmpl w:val="ED1E4544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759F1855"/>
    <w:multiLevelType w:val="hybridMultilevel"/>
    <w:tmpl w:val="43BA843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F856FF"/>
    <w:multiLevelType w:val="hybridMultilevel"/>
    <w:tmpl w:val="6D78F0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C1"/>
    <w:rsid w:val="00007486"/>
    <w:rsid w:val="000162AF"/>
    <w:rsid w:val="00026560"/>
    <w:rsid w:val="00032E60"/>
    <w:rsid w:val="00034BF5"/>
    <w:rsid w:val="00035BFE"/>
    <w:rsid w:val="00051210"/>
    <w:rsid w:val="00051B05"/>
    <w:rsid w:val="00071D17"/>
    <w:rsid w:val="00080EE3"/>
    <w:rsid w:val="000923EE"/>
    <w:rsid w:val="000A1436"/>
    <w:rsid w:val="000B19C3"/>
    <w:rsid w:val="000C529D"/>
    <w:rsid w:val="000C7B6D"/>
    <w:rsid w:val="000E0E31"/>
    <w:rsid w:val="000E100D"/>
    <w:rsid w:val="000F1D2E"/>
    <w:rsid w:val="00120410"/>
    <w:rsid w:val="0012793F"/>
    <w:rsid w:val="0013051C"/>
    <w:rsid w:val="00141557"/>
    <w:rsid w:val="00171926"/>
    <w:rsid w:val="0019503E"/>
    <w:rsid w:val="001A2997"/>
    <w:rsid w:val="001B4605"/>
    <w:rsid w:val="001D14C2"/>
    <w:rsid w:val="001D7156"/>
    <w:rsid w:val="001D7225"/>
    <w:rsid w:val="001E0213"/>
    <w:rsid w:val="001E7E7B"/>
    <w:rsid w:val="001F4DEF"/>
    <w:rsid w:val="001F566F"/>
    <w:rsid w:val="0021473E"/>
    <w:rsid w:val="00217A17"/>
    <w:rsid w:val="00241CB3"/>
    <w:rsid w:val="002D39DF"/>
    <w:rsid w:val="002D50B5"/>
    <w:rsid w:val="002E3E86"/>
    <w:rsid w:val="002E607C"/>
    <w:rsid w:val="00326A78"/>
    <w:rsid w:val="00343E6D"/>
    <w:rsid w:val="00366E8D"/>
    <w:rsid w:val="003B2B4E"/>
    <w:rsid w:val="003C0932"/>
    <w:rsid w:val="003E0F67"/>
    <w:rsid w:val="003F45CA"/>
    <w:rsid w:val="00425103"/>
    <w:rsid w:val="00430128"/>
    <w:rsid w:val="0043294F"/>
    <w:rsid w:val="00450F49"/>
    <w:rsid w:val="00493506"/>
    <w:rsid w:val="004A7888"/>
    <w:rsid w:val="004D0108"/>
    <w:rsid w:val="00506A94"/>
    <w:rsid w:val="00546E00"/>
    <w:rsid w:val="0055300D"/>
    <w:rsid w:val="00554EAD"/>
    <w:rsid w:val="005605E0"/>
    <w:rsid w:val="00565CC1"/>
    <w:rsid w:val="00570156"/>
    <w:rsid w:val="005A7365"/>
    <w:rsid w:val="005B2D91"/>
    <w:rsid w:val="005B3630"/>
    <w:rsid w:val="005E04BF"/>
    <w:rsid w:val="005F0951"/>
    <w:rsid w:val="00604973"/>
    <w:rsid w:val="006060D9"/>
    <w:rsid w:val="00616BBD"/>
    <w:rsid w:val="006231D7"/>
    <w:rsid w:val="00625BA6"/>
    <w:rsid w:val="00625C9F"/>
    <w:rsid w:val="00626E69"/>
    <w:rsid w:val="00636293"/>
    <w:rsid w:val="00637EE6"/>
    <w:rsid w:val="006455B6"/>
    <w:rsid w:val="00654A54"/>
    <w:rsid w:val="0066465B"/>
    <w:rsid w:val="0067223B"/>
    <w:rsid w:val="006A3C53"/>
    <w:rsid w:val="006C2F46"/>
    <w:rsid w:val="006E05DC"/>
    <w:rsid w:val="006E55A6"/>
    <w:rsid w:val="006E5CFE"/>
    <w:rsid w:val="006F6105"/>
    <w:rsid w:val="006F74AE"/>
    <w:rsid w:val="00702DCB"/>
    <w:rsid w:val="00703045"/>
    <w:rsid w:val="00731888"/>
    <w:rsid w:val="0075087F"/>
    <w:rsid w:val="00751A4C"/>
    <w:rsid w:val="007608D2"/>
    <w:rsid w:val="00766ABA"/>
    <w:rsid w:val="00787A35"/>
    <w:rsid w:val="00794ADD"/>
    <w:rsid w:val="00795A38"/>
    <w:rsid w:val="007974BA"/>
    <w:rsid w:val="007C7CD9"/>
    <w:rsid w:val="007E04D3"/>
    <w:rsid w:val="007F02D0"/>
    <w:rsid w:val="00806011"/>
    <w:rsid w:val="00806709"/>
    <w:rsid w:val="00826505"/>
    <w:rsid w:val="0082735A"/>
    <w:rsid w:val="00834DF8"/>
    <w:rsid w:val="0084462C"/>
    <w:rsid w:val="00844C0A"/>
    <w:rsid w:val="0084576A"/>
    <w:rsid w:val="00851883"/>
    <w:rsid w:val="00877859"/>
    <w:rsid w:val="00881B2F"/>
    <w:rsid w:val="00882771"/>
    <w:rsid w:val="008964AA"/>
    <w:rsid w:val="00907F2E"/>
    <w:rsid w:val="0093220D"/>
    <w:rsid w:val="0093316F"/>
    <w:rsid w:val="009615A3"/>
    <w:rsid w:val="00963D29"/>
    <w:rsid w:val="009822FA"/>
    <w:rsid w:val="00986B5C"/>
    <w:rsid w:val="00990A05"/>
    <w:rsid w:val="00991760"/>
    <w:rsid w:val="009B2985"/>
    <w:rsid w:val="009C4D60"/>
    <w:rsid w:val="009E0769"/>
    <w:rsid w:val="009E281A"/>
    <w:rsid w:val="009E2FF6"/>
    <w:rsid w:val="00A01B4A"/>
    <w:rsid w:val="00A54C9B"/>
    <w:rsid w:val="00A60D0B"/>
    <w:rsid w:val="00A70EA5"/>
    <w:rsid w:val="00A84785"/>
    <w:rsid w:val="00AC782D"/>
    <w:rsid w:val="00AD4F58"/>
    <w:rsid w:val="00AF32CA"/>
    <w:rsid w:val="00AF4897"/>
    <w:rsid w:val="00B02BDB"/>
    <w:rsid w:val="00B157DE"/>
    <w:rsid w:val="00B23725"/>
    <w:rsid w:val="00B23F8C"/>
    <w:rsid w:val="00B32DBB"/>
    <w:rsid w:val="00B573F2"/>
    <w:rsid w:val="00B7248E"/>
    <w:rsid w:val="00B81ECD"/>
    <w:rsid w:val="00B949CB"/>
    <w:rsid w:val="00BB5F65"/>
    <w:rsid w:val="00BE6EFB"/>
    <w:rsid w:val="00C11B38"/>
    <w:rsid w:val="00C23D2A"/>
    <w:rsid w:val="00C67FF9"/>
    <w:rsid w:val="00C97344"/>
    <w:rsid w:val="00CF5BCF"/>
    <w:rsid w:val="00D12514"/>
    <w:rsid w:val="00D50A3F"/>
    <w:rsid w:val="00D74790"/>
    <w:rsid w:val="00D82624"/>
    <w:rsid w:val="00D85A8B"/>
    <w:rsid w:val="00D864E8"/>
    <w:rsid w:val="00DA0D4D"/>
    <w:rsid w:val="00DB3531"/>
    <w:rsid w:val="00DE1A1D"/>
    <w:rsid w:val="00DE5A34"/>
    <w:rsid w:val="00DF2D74"/>
    <w:rsid w:val="00E13C78"/>
    <w:rsid w:val="00E33832"/>
    <w:rsid w:val="00E34784"/>
    <w:rsid w:val="00E45189"/>
    <w:rsid w:val="00E554FE"/>
    <w:rsid w:val="00E77457"/>
    <w:rsid w:val="00E9096A"/>
    <w:rsid w:val="00EA1306"/>
    <w:rsid w:val="00EA23C0"/>
    <w:rsid w:val="00EB2A1A"/>
    <w:rsid w:val="00ED29C1"/>
    <w:rsid w:val="00ED541D"/>
    <w:rsid w:val="00EE69DE"/>
    <w:rsid w:val="00EF5B54"/>
    <w:rsid w:val="00EF7140"/>
    <w:rsid w:val="00F00B86"/>
    <w:rsid w:val="00F11AA8"/>
    <w:rsid w:val="00F11BD2"/>
    <w:rsid w:val="00F2292B"/>
    <w:rsid w:val="00F26059"/>
    <w:rsid w:val="00F73C25"/>
    <w:rsid w:val="00F87804"/>
    <w:rsid w:val="00FA4707"/>
    <w:rsid w:val="00FA4974"/>
    <w:rsid w:val="00FB0592"/>
    <w:rsid w:val="00FB26D8"/>
    <w:rsid w:val="00FC381D"/>
    <w:rsid w:val="00FE0C80"/>
    <w:rsid w:val="00FF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7170"/>
    <o:shapelayout v:ext="edit">
      <o:idmap v:ext="edit" data="1"/>
    </o:shapelayout>
  </w:shapeDefaults>
  <w:decimalSymbol w:val=","/>
  <w:listSeparator w:val=";"/>
  <w14:docId w14:val="2B4FAA16"/>
  <w15:chartTrackingRefBased/>
  <w15:docId w15:val="{FE264E77-D10B-4798-A7C3-3445D32F0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spacing w:before="120" w:after="120"/>
      <w:ind w:left="1418"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bCs/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b/>
      <w:bCs/>
      <w:sz w:val="18"/>
    </w:rPr>
  </w:style>
  <w:style w:type="paragraph" w:styleId="Titolo6">
    <w:name w:val="heading 6"/>
    <w:basedOn w:val="Normale"/>
    <w:next w:val="Normale"/>
    <w:qFormat/>
    <w:pPr>
      <w:keepNext/>
      <w:jc w:val="both"/>
      <w:outlineLvl w:val="5"/>
    </w:pPr>
    <w:rPr>
      <w:b/>
      <w:bCs/>
      <w:sz w:val="18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b/>
      <w:bCs/>
      <w:sz w:val="24"/>
    </w:rPr>
  </w:style>
  <w:style w:type="paragraph" w:styleId="Corpodeltesto3">
    <w:name w:val="Body Text 3"/>
    <w:basedOn w:val="Normale"/>
    <w:pPr>
      <w:jc w:val="both"/>
    </w:pPr>
    <w:rPr>
      <w:sz w:val="24"/>
    </w:rPr>
  </w:style>
  <w:style w:type="character" w:styleId="Enfasicorsivo">
    <w:name w:val="Emphasis"/>
    <w:qFormat/>
    <w:rPr>
      <w:i/>
      <w:iCs/>
    </w:rPr>
  </w:style>
  <w:style w:type="paragraph" w:styleId="Intestazione">
    <w:name w:val="header"/>
    <w:basedOn w:val="Normale"/>
    <w:rsid w:val="001D722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D7225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1F56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31888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42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C:\CD-PAB\Impl\template\Logos\nologo-sw.png" TargetMode="External"/><Relationship Id="rId2" Type="http://schemas.openxmlformats.org/officeDocument/2006/relationships/image" Target="media/image2.png"/><Relationship Id="rId1" Type="http://schemas.openxmlformats.org/officeDocument/2006/relationships/hyperlink" Target="mailto:IC.BassaAtesina@pec.prov.bz.it" TargetMode="External"/><Relationship Id="rId4" Type="http://schemas.openxmlformats.org/officeDocument/2006/relationships/hyperlink" Target="mailto:IC.BassaAtesina@pec.prov.bz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8EC70-79D0-4BA3-AD29-18DC89476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57ADC2CC</Template>
  <TotalTime>0</TotalTime>
  <Pages>3</Pages>
  <Words>721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Prot: nr</vt:lpstr>
    </vt:vector>
  </TitlesOfParts>
  <Company>Autonome Provinz Bozen</Company>
  <LinksUpToDate>false</LinksUpToDate>
  <CharactersWithSpaces>5050</CharactersWithSpaces>
  <SharedDoc>false</SharedDoc>
  <HLinks>
    <vt:vector size="18" baseType="variant">
      <vt:variant>
        <vt:i4>655475</vt:i4>
      </vt:variant>
      <vt:variant>
        <vt:i4>6</vt:i4>
      </vt:variant>
      <vt:variant>
        <vt:i4>0</vt:i4>
      </vt:variant>
      <vt:variant>
        <vt:i4>5</vt:i4>
      </vt:variant>
      <vt:variant>
        <vt:lpwstr>mailto:IC.BassaAtesina@pec.prov.bz.it</vt:lpwstr>
      </vt:variant>
      <vt:variant>
        <vt:lpwstr/>
      </vt:variant>
      <vt:variant>
        <vt:i4>655475</vt:i4>
      </vt:variant>
      <vt:variant>
        <vt:i4>0</vt:i4>
      </vt:variant>
      <vt:variant>
        <vt:i4>0</vt:i4>
      </vt:variant>
      <vt:variant>
        <vt:i4>5</vt:i4>
      </vt:variant>
      <vt:variant>
        <vt:lpwstr>mailto:IC.BassaAtesina@pec.prov.bz.it</vt:lpwstr>
      </vt:variant>
      <vt:variant>
        <vt:lpwstr/>
      </vt:variant>
      <vt:variant>
        <vt:i4>1376298</vt:i4>
      </vt:variant>
      <vt:variant>
        <vt:i4>7763</vt:i4>
      </vt:variant>
      <vt:variant>
        <vt:i4>1026</vt:i4>
      </vt:variant>
      <vt:variant>
        <vt:i4>1</vt:i4>
      </vt:variant>
      <vt:variant>
        <vt:lpwstr>C:\CD-PAB\Impl\template\Logos\nologo-sw.png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Prot: nr</dc:title>
  <dc:subject/>
  <dc:creator>zncrnna56</dc:creator>
  <cp:keywords/>
  <dc:description/>
  <cp:lastModifiedBy>Fianco, Nicole</cp:lastModifiedBy>
  <cp:revision>4</cp:revision>
  <cp:lastPrinted>2015-10-06T09:08:00Z</cp:lastPrinted>
  <dcterms:created xsi:type="dcterms:W3CDTF">2019-03-22T16:48:00Z</dcterms:created>
  <dcterms:modified xsi:type="dcterms:W3CDTF">2019-07-17T13:02:00Z</dcterms:modified>
</cp:coreProperties>
</file>